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BFE" w:rsidRDefault="00677A83">
      <w:bookmarkStart w:id="0" w:name="_GoBack"/>
      <w:bookmarkEnd w:id="0"/>
      <w:r>
        <w:t>Kart, reiser</w:t>
      </w:r>
    </w:p>
    <w:p w:rsidR="00677A83" w:rsidRDefault="00677A83" w:rsidP="00677A83">
      <w:pPr>
        <w:spacing w:after="0" w:line="240" w:lineRule="auto"/>
        <w:ind w:right="144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  <w:t>årstrinn</w:t>
      </w:r>
      <w:proofErr w:type="spellEnd"/>
    </w:p>
    <w:p w:rsidR="00677A83" w:rsidRPr="00677A83" w:rsidRDefault="00677A83" w:rsidP="00677A83">
      <w:pPr>
        <w:spacing w:after="0" w:line="240" w:lineRule="auto"/>
        <w:ind w:right="144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</w:pPr>
      <w:r w:rsidRPr="00677A83"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  <w:t xml:space="preserve">Geografi </w:t>
      </w:r>
    </w:p>
    <w:p w:rsidR="00677A83" w:rsidRPr="00677A83" w:rsidRDefault="00677A83" w:rsidP="00677A83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Mål for opplæringa er at eleven skal kunne </w:t>
      </w:r>
    </w:p>
    <w:p w:rsidR="00677A83" w:rsidRPr="00677A83" w:rsidRDefault="00677A83" w:rsidP="00677A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setje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namn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på </w:t>
      </w:r>
      <w:proofErr w:type="gram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og</w:t>
      </w:r>
      <w:proofErr w:type="gram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plassere heimstaden, heimkommunen, heimfylket og landet sitt på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teikningar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, kartskisser eller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modellar</w:t>
      </w:r>
      <w:proofErr w:type="spellEnd"/>
    </w:p>
    <w:p w:rsidR="00677A83" w:rsidRPr="00677A83" w:rsidRDefault="00677A83" w:rsidP="00677A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beskrive landskapsformer og geografiske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nemningar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ved </w:t>
      </w:r>
      <w:proofErr w:type="gram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å</w:t>
      </w:r>
      <w:proofErr w:type="gram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utforske landskapet nær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skulen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og heimen</w:t>
      </w:r>
    </w:p>
    <w:p w:rsidR="00677A83" w:rsidRPr="00677A83" w:rsidRDefault="00677A83" w:rsidP="00677A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bruke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bilete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, film og andre kjelder for </w:t>
      </w:r>
      <w:proofErr w:type="gram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å</w:t>
      </w:r>
      <w:proofErr w:type="gram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fortelje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om viktige landskap og landskapsformer i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Noreg</w:t>
      </w:r>
      <w:proofErr w:type="spellEnd"/>
    </w:p>
    <w:p w:rsidR="00677A83" w:rsidRPr="00677A83" w:rsidRDefault="00677A83" w:rsidP="00677A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samle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opplysningar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frå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globus, kart og digitale kjelder og bruke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dei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til å samtale om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stader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, folk og språk</w:t>
      </w:r>
    </w:p>
    <w:p w:rsidR="00677A83" w:rsidRPr="00677A83" w:rsidRDefault="00677A83" w:rsidP="00677A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peike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ut verdshav og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verdsdelar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</w:t>
      </w:r>
      <w:proofErr w:type="gram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og</w:t>
      </w:r>
      <w:proofErr w:type="gram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bruke sentrale geografiske omgrep</w:t>
      </w:r>
    </w:p>
    <w:p w:rsidR="00677A83" w:rsidRPr="00677A83" w:rsidRDefault="00677A83" w:rsidP="00677A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peike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ut </w:t>
      </w:r>
      <w:proofErr w:type="gram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og</w:t>
      </w:r>
      <w:proofErr w:type="gram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orientere seg etter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himmelretningar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og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gjere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greie for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kvifor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det er tidsskilnader</w:t>
      </w:r>
    </w:p>
    <w:p w:rsidR="00677A83" w:rsidRDefault="00677A83" w:rsidP="00677A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planleggje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og presentere reiser til nære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stader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ved hjelp av kart og Internett</w:t>
      </w:r>
    </w:p>
    <w:p w:rsidR="00677A83" w:rsidRDefault="00677A83" w:rsidP="00677A83">
      <w:pPr>
        <w:spacing w:after="0" w:line="240" w:lineRule="auto"/>
        <w:ind w:right="144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  <w:t>årstrinn</w:t>
      </w:r>
      <w:proofErr w:type="spellEnd"/>
    </w:p>
    <w:p w:rsidR="00677A83" w:rsidRPr="00677A83" w:rsidRDefault="00677A83" w:rsidP="00677A83">
      <w:pPr>
        <w:spacing w:after="0" w:line="240" w:lineRule="auto"/>
        <w:ind w:right="144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</w:pPr>
      <w:r w:rsidRPr="00677A83"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  <w:t xml:space="preserve">Geografi </w:t>
      </w:r>
    </w:p>
    <w:p w:rsidR="00677A83" w:rsidRPr="00677A83" w:rsidRDefault="00677A83" w:rsidP="00677A83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Mål for opplæringa er at eleven skal kunne </w:t>
      </w:r>
    </w:p>
    <w:p w:rsidR="00677A83" w:rsidRPr="00677A83" w:rsidRDefault="00677A83" w:rsidP="00677A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lese og bruke papirbaserte og digitale kart og lokalisere geografiske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hovudtrekk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i sitt eige fylke, nabofylka,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dei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samiske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busetjingsområda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,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Noreg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, Europa og andre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verdsdelar</w:t>
      </w:r>
      <w:proofErr w:type="spellEnd"/>
    </w:p>
    <w:p w:rsidR="00677A83" w:rsidRPr="00677A83" w:rsidRDefault="00677A83" w:rsidP="00677A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registrere og ordne spor etter istida på heimstaden og forklare kva istida hadde </w:t>
      </w:r>
      <w:proofErr w:type="gram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å</w:t>
      </w:r>
      <w:proofErr w:type="gram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seie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for danning av landskap og heile landet</w:t>
      </w:r>
    </w:p>
    <w:p w:rsidR="00677A83" w:rsidRPr="00677A83" w:rsidRDefault="00677A83" w:rsidP="00677A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planleggje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og presentere reiser til Europa og andre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verdsdelar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ved å bruke digitale verktøy</w:t>
      </w:r>
    </w:p>
    <w:p w:rsidR="00677A83" w:rsidRPr="00677A83" w:rsidRDefault="00677A83" w:rsidP="00677A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nb-NO"/>
        </w:rPr>
      </w:pPr>
      <w:r w:rsidRPr="00677A83">
        <w:rPr>
          <w:rFonts w:ascii="Times New Roman" w:hAnsi="Times New Roman" w:cs="Times New Roman"/>
          <w:b/>
          <w:sz w:val="27"/>
          <w:szCs w:val="27"/>
        </w:rPr>
        <w:t>Historie</w:t>
      </w:r>
    </w:p>
    <w:p w:rsidR="00677A83" w:rsidRPr="00677A83" w:rsidRDefault="00677A83" w:rsidP="00677A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bruke historiske kart og framstille oppdagingsreiser som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europearar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gjorde, skildre kulturmøte og samtale om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korleis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dei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ulike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kulturane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opplevde møtet</w:t>
      </w:r>
    </w:p>
    <w:p w:rsidR="00677A83" w:rsidRDefault="00677A83" w:rsidP="00677A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</w:p>
    <w:p w:rsidR="00677A83" w:rsidRDefault="00677A83" w:rsidP="00677A83">
      <w:pPr>
        <w:spacing w:after="0" w:line="240" w:lineRule="auto"/>
        <w:ind w:right="144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  <w:t>årstrinn</w:t>
      </w:r>
      <w:proofErr w:type="spellEnd"/>
    </w:p>
    <w:p w:rsidR="00677A83" w:rsidRPr="00677A83" w:rsidRDefault="00677A83" w:rsidP="00677A83">
      <w:pPr>
        <w:spacing w:after="0" w:line="240" w:lineRule="auto"/>
        <w:ind w:right="144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</w:pPr>
      <w:r w:rsidRPr="00677A83"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  <w:t xml:space="preserve">Geografi </w:t>
      </w:r>
    </w:p>
    <w:p w:rsidR="00677A83" w:rsidRPr="00677A83" w:rsidRDefault="00677A83" w:rsidP="00677A83">
      <w:pPr>
        <w:spacing w:after="0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Mål for opplæringa er at eleven skal kunne </w:t>
      </w:r>
    </w:p>
    <w:p w:rsidR="00677A83" w:rsidRPr="00677A83" w:rsidRDefault="00677A83" w:rsidP="00677A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lese, tolke og bruke papirbaserte og digitale kart og kunne bruke målestokk og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kartteikn</w:t>
      </w:r>
      <w:proofErr w:type="spellEnd"/>
    </w:p>
    <w:p w:rsidR="00677A83" w:rsidRPr="00677A83" w:rsidRDefault="00677A83" w:rsidP="00677A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gjere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greie for eigne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rettar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og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konsekvensar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når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ein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arbeider på Internett og publiserer sitt eige materiale</w:t>
      </w:r>
    </w:p>
    <w:p w:rsidR="00677A83" w:rsidRPr="00677A83" w:rsidRDefault="00677A83" w:rsidP="00677A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lokalisere og dokumentere oversikt over geografiske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hovudtrekk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i verda og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samanlikne</w:t>
      </w:r>
      <w:proofErr w:type="spellEnd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 xml:space="preserve"> ulike land og </w:t>
      </w:r>
      <w:proofErr w:type="spellStart"/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regionar</w:t>
      </w:r>
      <w:proofErr w:type="spellEnd"/>
    </w:p>
    <w:p w:rsidR="00677A83" w:rsidRPr="00677A83" w:rsidRDefault="00677A83" w:rsidP="00677A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  <w:r w:rsidRPr="00677A83">
        <w:rPr>
          <w:rFonts w:ascii="Times New Roman" w:eastAsia="Times New Roman" w:hAnsi="Times New Roman" w:cs="Times New Roman"/>
          <w:sz w:val="15"/>
          <w:szCs w:val="15"/>
          <w:lang w:eastAsia="nb-NO"/>
        </w:rPr>
        <w:t>beskrive og forklare natur- og kulturlandskapet i lokalsamfunnet</w:t>
      </w:r>
    </w:p>
    <w:p w:rsidR="00677A83" w:rsidRPr="00677A83" w:rsidRDefault="00677A83" w:rsidP="00677A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</w:p>
    <w:p w:rsidR="00677A83" w:rsidRPr="00677A83" w:rsidRDefault="00677A83" w:rsidP="00677A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5"/>
          <w:szCs w:val="15"/>
          <w:lang w:eastAsia="nb-NO"/>
        </w:rPr>
      </w:pPr>
    </w:p>
    <w:p w:rsidR="00677A83" w:rsidRDefault="00677A83"/>
    <w:p w:rsidR="00677A83" w:rsidRDefault="00677A83"/>
    <w:p w:rsidR="00677A83" w:rsidRDefault="00677A83"/>
    <w:sectPr w:rsidR="00677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691E"/>
    <w:multiLevelType w:val="multilevel"/>
    <w:tmpl w:val="C9FE8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4617E"/>
    <w:multiLevelType w:val="multilevel"/>
    <w:tmpl w:val="DA7EB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4B624C"/>
    <w:multiLevelType w:val="multilevel"/>
    <w:tmpl w:val="B408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044458"/>
    <w:multiLevelType w:val="multilevel"/>
    <w:tmpl w:val="2CD6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83"/>
    <w:rsid w:val="00126631"/>
    <w:rsid w:val="00164AC7"/>
    <w:rsid w:val="004523CD"/>
    <w:rsid w:val="00677A83"/>
    <w:rsid w:val="00736183"/>
    <w:rsid w:val="007B1448"/>
    <w:rsid w:val="00911FB4"/>
    <w:rsid w:val="00960BFE"/>
    <w:rsid w:val="009631E8"/>
    <w:rsid w:val="009E69DC"/>
    <w:rsid w:val="00A37CE2"/>
    <w:rsid w:val="00B42F87"/>
    <w:rsid w:val="00F5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3">
    <w:name w:val="heading 3"/>
    <w:basedOn w:val="Normal"/>
    <w:link w:val="Overskrift3Tegn"/>
    <w:uiPriority w:val="9"/>
    <w:qFormat/>
    <w:rsid w:val="00677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3Tegn">
    <w:name w:val="Overskrift 3 Tegn"/>
    <w:basedOn w:val="Standardskriftforavsnitt"/>
    <w:link w:val="Overskrift3"/>
    <w:uiPriority w:val="9"/>
    <w:rsid w:val="00677A83"/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styleId="Hyperkobling">
    <w:name w:val="Hyperlink"/>
    <w:basedOn w:val="Standardskriftforavsnitt"/>
    <w:uiPriority w:val="99"/>
    <w:semiHidden/>
    <w:unhideWhenUsed/>
    <w:rsid w:val="00677A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3">
    <w:name w:val="heading 3"/>
    <w:basedOn w:val="Normal"/>
    <w:link w:val="Overskrift3Tegn"/>
    <w:uiPriority w:val="9"/>
    <w:qFormat/>
    <w:rsid w:val="00677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3Tegn">
    <w:name w:val="Overskrift 3 Tegn"/>
    <w:basedOn w:val="Standardskriftforavsnitt"/>
    <w:link w:val="Overskrift3"/>
    <w:uiPriority w:val="9"/>
    <w:rsid w:val="00677A83"/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styleId="Hyperkobling">
    <w:name w:val="Hyperlink"/>
    <w:basedOn w:val="Standardskriftforavsnitt"/>
    <w:uiPriority w:val="99"/>
    <w:semiHidden/>
    <w:unhideWhenUsed/>
    <w:rsid w:val="00677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0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4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02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9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5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4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2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6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5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4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0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ete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44F9043-CCEA-4EB7-9F04-3E72367750C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1</Pages>
  <Words>287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Merete</dc:creator>
  <cp:lastModifiedBy>Merete</cp:lastModifiedBy>
  <cp:revision>2</cp:revision>
  <dcterms:created xsi:type="dcterms:W3CDTF">2011-09-16T12:18:00Z</dcterms:created>
  <dcterms:modified xsi:type="dcterms:W3CDTF">2011-09-16T12:18:00Z</dcterms:modified>
</cp:coreProperties>
</file>